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E86BD8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6E28">
        <w:rPr>
          <w:rFonts w:ascii="Corbel" w:hAnsi="Corbel"/>
          <w:smallCaps/>
          <w:sz w:val="24"/>
          <w:szCs w:val="24"/>
        </w:rPr>
        <w:t>202</w:t>
      </w:r>
      <w:r w:rsidR="005417D5">
        <w:rPr>
          <w:rFonts w:ascii="Corbel" w:hAnsi="Corbel"/>
          <w:smallCaps/>
          <w:sz w:val="24"/>
          <w:szCs w:val="24"/>
        </w:rPr>
        <w:t>1</w:t>
      </w:r>
      <w:r w:rsidRPr="00EA6E28">
        <w:rPr>
          <w:rFonts w:ascii="Corbel" w:hAnsi="Corbel"/>
          <w:smallCaps/>
          <w:sz w:val="24"/>
          <w:szCs w:val="24"/>
        </w:rPr>
        <w:t>-202</w:t>
      </w:r>
      <w:r w:rsidR="005417D5">
        <w:rPr>
          <w:rFonts w:ascii="Corbel" w:hAnsi="Corbel"/>
          <w:smallCaps/>
          <w:sz w:val="24"/>
          <w:szCs w:val="24"/>
        </w:rPr>
        <w:t>3</w:t>
      </w:r>
    </w:p>
    <w:p w14:paraId="42D65B55" w14:textId="021B6378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5417D5">
        <w:rPr>
          <w:rFonts w:ascii="Corbel" w:hAnsi="Corbel"/>
          <w:sz w:val="20"/>
          <w:szCs w:val="20"/>
        </w:rPr>
        <w:t>2</w:t>
      </w:r>
      <w:r w:rsidRPr="00EA6E28">
        <w:rPr>
          <w:rFonts w:ascii="Corbel" w:hAnsi="Corbel"/>
          <w:sz w:val="20"/>
          <w:szCs w:val="20"/>
        </w:rPr>
        <w:t>/202</w:t>
      </w:r>
      <w:r w:rsidR="005417D5">
        <w:rPr>
          <w:rFonts w:ascii="Corbel" w:hAnsi="Corbel"/>
          <w:sz w:val="20"/>
          <w:szCs w:val="20"/>
        </w:rPr>
        <w:t>3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5F23B291" w:rsidR="0085747A" w:rsidRDefault="0085747A" w:rsidP="00A329B1">
      <w:pPr>
        <w:pStyle w:val="Punktygwne"/>
        <w:numPr>
          <w:ilvl w:val="0"/>
          <w:numId w:val="6"/>
        </w:numPr>
        <w:spacing w:before="0" w:after="0"/>
        <w:ind w:left="284" w:hanging="284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</w:t>
      </w:r>
      <w:r w:rsidR="00A329B1">
        <w:rPr>
          <w:rFonts w:ascii="Corbel" w:hAnsi="Corbel"/>
          <w:szCs w:val="24"/>
        </w:rPr>
        <w:t>e</w:t>
      </w:r>
    </w:p>
    <w:p w14:paraId="15D673C3" w14:textId="77777777" w:rsidR="00A329B1" w:rsidRPr="00EA6E28" w:rsidRDefault="00A329B1" w:rsidP="00A329B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E/II/EUB/C.8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7936D" w:rsidR="0085747A" w:rsidRPr="00EA6E28" w:rsidRDefault="00416AC2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08561B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6DC375A" w:rsidR="00015B8F" w:rsidRPr="00EA6E28" w:rsidRDefault="00EE46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462E" w:rsidRPr="00EA6E28" w14:paraId="5C244226" w14:textId="77777777" w:rsidTr="0098415F">
        <w:tc>
          <w:tcPr>
            <w:tcW w:w="1962" w:type="dxa"/>
          </w:tcPr>
          <w:p w14:paraId="4EEBB90D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 w:colFirst="2" w:colLast="2"/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347BB7C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34EEE309" w14:textId="77777777" w:rsidTr="0098415F">
        <w:tc>
          <w:tcPr>
            <w:tcW w:w="1962" w:type="dxa"/>
          </w:tcPr>
          <w:p w14:paraId="69FEFE27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002AAD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58357095" w14:textId="77777777" w:rsidTr="0098415F">
        <w:tc>
          <w:tcPr>
            <w:tcW w:w="1962" w:type="dxa"/>
          </w:tcPr>
          <w:p w14:paraId="002D746F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103064E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6BF28903" w14:textId="77777777" w:rsidTr="0098415F">
        <w:tc>
          <w:tcPr>
            <w:tcW w:w="1962" w:type="dxa"/>
          </w:tcPr>
          <w:p w14:paraId="5990E71B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390B233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4FDD362D" w14:textId="77777777" w:rsidTr="0098415F">
        <w:tc>
          <w:tcPr>
            <w:tcW w:w="1962" w:type="dxa"/>
          </w:tcPr>
          <w:p w14:paraId="4A2F1096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57716A41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EE764B2" w:rsidR="0085747A" w:rsidRPr="00EA6E28" w:rsidRDefault="00416AC2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573B6467" w:rsidR="00C61DC5" w:rsidRPr="00EA6E28" w:rsidRDefault="00416AC2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44574" w14:textId="77777777" w:rsidR="00A31429" w:rsidRDefault="00A31429" w:rsidP="00C16ABF">
      <w:pPr>
        <w:spacing w:after="0" w:line="240" w:lineRule="auto"/>
      </w:pPr>
      <w:r>
        <w:separator/>
      </w:r>
    </w:p>
  </w:endnote>
  <w:endnote w:type="continuationSeparator" w:id="0">
    <w:p w14:paraId="1BCCE16B" w14:textId="77777777" w:rsidR="00A31429" w:rsidRDefault="00A314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6F7DB" w14:textId="77777777" w:rsidR="00A31429" w:rsidRDefault="00A31429" w:rsidP="00C16ABF">
      <w:pPr>
        <w:spacing w:after="0" w:line="240" w:lineRule="auto"/>
      </w:pPr>
      <w:r>
        <w:separator/>
      </w:r>
    </w:p>
  </w:footnote>
  <w:footnote w:type="continuationSeparator" w:id="0">
    <w:p w14:paraId="6A28AB41" w14:textId="77777777" w:rsidR="00A31429" w:rsidRDefault="00A314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73ED"/>
    <w:multiLevelType w:val="hybridMultilevel"/>
    <w:tmpl w:val="6AE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AC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B5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17D5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5D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2245B"/>
    <w:rsid w:val="00A30110"/>
    <w:rsid w:val="00A31429"/>
    <w:rsid w:val="00A329B1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462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4BA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E887E-11F7-4C37-866E-4B9DB91A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1011</Words>
  <Characters>6069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2020-12-13T20:07:00Z</dcterms:created>
  <dcterms:modified xsi:type="dcterms:W3CDTF">2021-11-02T08:22:00Z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